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Egert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</w:t>
            </w:r>
            <w:proofErr w:type="spellStart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lennutaja</w:t>
            </w:r>
            <w:proofErr w:type="spellEnd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5912 4911,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Sakari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2677207A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</w:t>
            </w:r>
            <w:r w:rsidR="009D6DFB">
              <w:rPr>
                <w:rFonts w:ascii="Times New Roman" w:hAnsi="Times New Roman"/>
                <w:sz w:val="24"/>
                <w:szCs w:val="24"/>
              </w:rPr>
              <w:t>366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6683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Andreas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Kärner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0D2F88A1" w:rsidR="004B3A7A" w:rsidRDefault="00706F94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9D6DF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54DCC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317377B0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6A7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A26A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2FC89CFF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6-0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706F94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04.06.2025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C5C97" w14:textId="77777777" w:rsidR="009C5D1B" w:rsidRDefault="009C5D1B" w:rsidP="0022188E">
      <w:pPr>
        <w:spacing w:after="0" w:line="240" w:lineRule="auto"/>
      </w:pPr>
      <w:r>
        <w:separator/>
      </w:r>
    </w:p>
  </w:endnote>
  <w:endnote w:type="continuationSeparator" w:id="0">
    <w:p w14:paraId="33A67500" w14:textId="77777777" w:rsidR="009C5D1B" w:rsidRDefault="009C5D1B" w:rsidP="0022188E">
      <w:pPr>
        <w:spacing w:after="0" w:line="240" w:lineRule="auto"/>
      </w:pPr>
      <w:r>
        <w:continuationSeparator/>
      </w:r>
    </w:p>
  </w:endnote>
  <w:endnote w:type="continuationNotice" w:id="1">
    <w:p w14:paraId="1531CF7F" w14:textId="77777777" w:rsidR="009C5D1B" w:rsidRDefault="009C5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D6B31" w14:textId="77777777" w:rsidR="009C5D1B" w:rsidRDefault="009C5D1B" w:rsidP="0022188E">
      <w:pPr>
        <w:spacing w:after="0" w:line="240" w:lineRule="auto"/>
      </w:pPr>
      <w:r>
        <w:separator/>
      </w:r>
    </w:p>
  </w:footnote>
  <w:footnote w:type="continuationSeparator" w:id="0">
    <w:p w14:paraId="1C27905B" w14:textId="77777777" w:rsidR="009C5D1B" w:rsidRDefault="009C5D1B" w:rsidP="0022188E">
      <w:pPr>
        <w:spacing w:after="0" w:line="240" w:lineRule="auto"/>
      </w:pPr>
      <w:r>
        <w:continuationSeparator/>
      </w:r>
    </w:p>
  </w:footnote>
  <w:footnote w:type="continuationNotice" w:id="1">
    <w:p w14:paraId="1D4C8224" w14:textId="77777777" w:rsidR="009C5D1B" w:rsidRDefault="009C5D1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B4616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C478B"/>
    <w:rsid w:val="004D303E"/>
    <w:rsid w:val="004D5E32"/>
    <w:rsid w:val="004F65C0"/>
    <w:rsid w:val="00502CD3"/>
    <w:rsid w:val="00504393"/>
    <w:rsid w:val="00507851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06F9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6651D"/>
    <w:rsid w:val="00770F5A"/>
    <w:rsid w:val="00782F9D"/>
    <w:rsid w:val="00793C61"/>
    <w:rsid w:val="00794248"/>
    <w:rsid w:val="00796BB1"/>
    <w:rsid w:val="007A0851"/>
    <w:rsid w:val="007A0ADA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417C0"/>
    <w:rsid w:val="00941CF9"/>
    <w:rsid w:val="00945256"/>
    <w:rsid w:val="00955089"/>
    <w:rsid w:val="00957B86"/>
    <w:rsid w:val="00960404"/>
    <w:rsid w:val="00973217"/>
    <w:rsid w:val="00991E22"/>
    <w:rsid w:val="009A56DE"/>
    <w:rsid w:val="009B660E"/>
    <w:rsid w:val="009C56D2"/>
    <w:rsid w:val="009C5D1B"/>
    <w:rsid w:val="009C6C0F"/>
    <w:rsid w:val="009D257F"/>
    <w:rsid w:val="009D6DFB"/>
    <w:rsid w:val="009E0C61"/>
    <w:rsid w:val="009E2EDB"/>
    <w:rsid w:val="009E3334"/>
    <w:rsid w:val="009E3594"/>
    <w:rsid w:val="009E3D6A"/>
    <w:rsid w:val="009E6CC9"/>
    <w:rsid w:val="009E793C"/>
    <w:rsid w:val="009F47A6"/>
    <w:rsid w:val="009F5AEC"/>
    <w:rsid w:val="009F7BC9"/>
    <w:rsid w:val="00A02F5A"/>
    <w:rsid w:val="00A05603"/>
    <w:rsid w:val="00A26A71"/>
    <w:rsid w:val="00A31526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3DB5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1519B"/>
    <w:rsid w:val="00B20AC6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827B7"/>
    <w:rsid w:val="00B92A33"/>
    <w:rsid w:val="00BA358D"/>
    <w:rsid w:val="00BC7093"/>
    <w:rsid w:val="00BC787D"/>
    <w:rsid w:val="00BD0459"/>
    <w:rsid w:val="00BE566F"/>
    <w:rsid w:val="00BF0722"/>
    <w:rsid w:val="00BF2F4E"/>
    <w:rsid w:val="00C011F9"/>
    <w:rsid w:val="00C11636"/>
    <w:rsid w:val="00C15B72"/>
    <w:rsid w:val="00C22E9D"/>
    <w:rsid w:val="00C35DD2"/>
    <w:rsid w:val="00C41CC1"/>
    <w:rsid w:val="00C46275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6ED2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0306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1C3A8D"/>
    <w:rsid w:val="001D265A"/>
    <w:rsid w:val="002E2AE0"/>
    <w:rsid w:val="00320969"/>
    <w:rsid w:val="00343830"/>
    <w:rsid w:val="004849A4"/>
    <w:rsid w:val="004B37E8"/>
    <w:rsid w:val="00507851"/>
    <w:rsid w:val="005448FE"/>
    <w:rsid w:val="005D169A"/>
    <w:rsid w:val="00604546"/>
    <w:rsid w:val="006502F4"/>
    <w:rsid w:val="00653154"/>
    <w:rsid w:val="00664809"/>
    <w:rsid w:val="007437B2"/>
    <w:rsid w:val="007439FF"/>
    <w:rsid w:val="007A0ADA"/>
    <w:rsid w:val="008B5E8D"/>
    <w:rsid w:val="00945256"/>
    <w:rsid w:val="009E3D6A"/>
    <w:rsid w:val="00A053CC"/>
    <w:rsid w:val="00A24B75"/>
    <w:rsid w:val="00A27A0F"/>
    <w:rsid w:val="00AD1FD5"/>
    <w:rsid w:val="00B1519B"/>
    <w:rsid w:val="00B400D3"/>
    <w:rsid w:val="00B827B7"/>
    <w:rsid w:val="00BC6A58"/>
    <w:rsid w:val="00BC6FFE"/>
    <w:rsid w:val="00BE491F"/>
    <w:rsid w:val="00C15F83"/>
    <w:rsid w:val="00D12E0F"/>
    <w:rsid w:val="00E46EE8"/>
    <w:rsid w:val="00E50306"/>
    <w:rsid w:val="00E75F44"/>
    <w:rsid w:val="00E776A4"/>
    <w:rsid w:val="00EA0682"/>
    <w:rsid w:val="00EF590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2025-06-04T14:52:00Z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